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59AE3CB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C5D112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6967CD9F" w14:textId="3944C79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2D3018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A93C0F" w:rsidRDefault="00445970" w14:paraId="44B528CF" w14:textId="3C7890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2D3018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2D3018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85747A" w:rsidP="009C54AE" w:rsidRDefault="0085747A" w14:paraId="74EB77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57FFB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858CA4D" w14:textId="77777777">
        <w:tc>
          <w:tcPr>
            <w:tcW w:w="2694" w:type="dxa"/>
            <w:vAlign w:val="center"/>
          </w:tcPr>
          <w:p w:rsidRPr="009C54AE" w:rsidR="0085747A" w:rsidP="009C54AE" w:rsidRDefault="00C05F44" w14:paraId="32FA3F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263C" w14:paraId="45682B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Pr="009C54AE" w:rsidR="0085747A" w:rsidTr="00B819C8" w14:paraId="49FA4223" w14:textId="77777777">
        <w:tc>
          <w:tcPr>
            <w:tcW w:w="2694" w:type="dxa"/>
            <w:vAlign w:val="center"/>
          </w:tcPr>
          <w:p w:rsidRPr="009C54AE" w:rsidR="0085747A" w:rsidP="009C54AE" w:rsidRDefault="00C05F44" w14:paraId="1155C3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442612" w:rsidR="0085747A" w:rsidP="009C54AE" w:rsidRDefault="00442612" w14:paraId="2244F1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Pr="009C54AE" w:rsidR="0085747A" w:rsidTr="00B819C8" w14:paraId="079FC819" w14:textId="77777777">
        <w:tc>
          <w:tcPr>
            <w:tcW w:w="2694" w:type="dxa"/>
            <w:vAlign w:val="center"/>
          </w:tcPr>
          <w:p w:rsidRPr="009C54AE" w:rsidR="0085747A" w:rsidP="00EA4832" w:rsidRDefault="0017512A" w14:paraId="20C8233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8FAC6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7676FB3" w14:textId="77777777">
        <w:tc>
          <w:tcPr>
            <w:tcW w:w="2694" w:type="dxa"/>
            <w:vAlign w:val="center"/>
          </w:tcPr>
          <w:p w:rsidRPr="009C54AE" w:rsidR="0085747A" w:rsidP="009C54AE" w:rsidRDefault="0085747A" w14:paraId="17CC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F6BBD" w14:paraId="0B5D5A8C" w14:textId="7218A9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21738700" w14:textId="77777777">
        <w:tc>
          <w:tcPr>
            <w:tcW w:w="2694" w:type="dxa"/>
            <w:vAlign w:val="center"/>
          </w:tcPr>
          <w:p w:rsidRPr="009C54AE" w:rsidR="0085747A" w:rsidP="009C54AE" w:rsidRDefault="0085747A" w14:paraId="7634DA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64AB79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1E15D0B7" w14:textId="77777777">
        <w:tc>
          <w:tcPr>
            <w:tcW w:w="2694" w:type="dxa"/>
            <w:vAlign w:val="center"/>
          </w:tcPr>
          <w:p w:rsidRPr="009C54AE" w:rsidR="0085747A" w:rsidP="009C54AE" w:rsidRDefault="00DE4A14" w14:paraId="680EC5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263C" w14:paraId="19B3B43A" w14:textId="4C3411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3429AC70" w14:textId="77777777">
        <w:tc>
          <w:tcPr>
            <w:tcW w:w="2694" w:type="dxa"/>
            <w:vAlign w:val="center"/>
          </w:tcPr>
          <w:p w:rsidRPr="009C54AE" w:rsidR="0085747A" w:rsidP="009C54AE" w:rsidRDefault="0085747A" w14:paraId="45F4C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6D74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77772EC0" w14:textId="77777777">
        <w:tc>
          <w:tcPr>
            <w:tcW w:w="2694" w:type="dxa"/>
            <w:vAlign w:val="center"/>
          </w:tcPr>
          <w:p w:rsidRPr="009C54AE" w:rsidR="0085747A" w:rsidP="009C54AE" w:rsidRDefault="0085747A" w14:paraId="3DC910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32B54" w:rsidR="0085747A" w:rsidP="009C54AE" w:rsidRDefault="00232B54" w14:paraId="657FEB6A" w14:textId="473B7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457150BA" w14:textId="77777777">
        <w:tc>
          <w:tcPr>
            <w:tcW w:w="2694" w:type="dxa"/>
            <w:vAlign w:val="center"/>
          </w:tcPr>
          <w:p w:rsidRPr="009C54AE" w:rsidR="0085747A" w:rsidP="009C54AE" w:rsidRDefault="0085747A" w14:paraId="324975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490EE0" w:rsidRDefault="007F6BBD" w14:paraId="472DDC82" w14:textId="7F751A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0B819C8" w14:paraId="4A89434F" w14:textId="77777777">
        <w:tc>
          <w:tcPr>
            <w:tcW w:w="2694" w:type="dxa"/>
            <w:vAlign w:val="center"/>
          </w:tcPr>
          <w:p w:rsidRPr="009C54AE" w:rsidR="0085747A" w:rsidP="009C54AE" w:rsidRDefault="0085747A" w14:paraId="2732BF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0F5A3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4E861330" w14:textId="77777777">
        <w:tc>
          <w:tcPr>
            <w:tcW w:w="2694" w:type="dxa"/>
            <w:vAlign w:val="center"/>
          </w:tcPr>
          <w:p w:rsidRPr="009C54AE" w:rsidR="00923D7D" w:rsidP="009C54AE" w:rsidRDefault="00923D7D" w14:paraId="0EE81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98200B" w14:paraId="79084D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98200B" w:rsidTr="00B819C8" w14:paraId="5986F51E" w14:textId="77777777">
        <w:tc>
          <w:tcPr>
            <w:tcW w:w="2694" w:type="dxa"/>
            <w:vAlign w:val="center"/>
          </w:tcPr>
          <w:p w:rsidRPr="009C54AE" w:rsidR="0098200B" w:rsidP="009C54AE" w:rsidRDefault="0098200B" w14:paraId="089AEF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3AF163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98200B" w:rsidTr="00B819C8" w14:paraId="453407BB" w14:textId="77777777">
        <w:tc>
          <w:tcPr>
            <w:tcW w:w="2694" w:type="dxa"/>
            <w:vAlign w:val="center"/>
          </w:tcPr>
          <w:p w:rsidRPr="009C54AE" w:rsidR="0098200B" w:rsidP="009C54AE" w:rsidRDefault="0098200B" w14:paraId="29766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3E93BF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78195C3C" w14:textId="1458689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FF458B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BFB518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53743A3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3A1306F1" w14:paraId="043C4DCE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CE9CE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0A8EC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B8007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B8D5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2F41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72D3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2041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885A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F9D1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8E861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F6B2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3A1306F1" w14:paraId="120879D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C8263C" w14:paraId="188181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32B54" w14:paraId="3B4EDECE" w14:textId="644AF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32B54" w14:paraId="5BC6651E" w14:textId="634D24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2219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352E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3E2E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878E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7921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F864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A1306F1" w:rsidRDefault="00C8263C" w14:paraId="5B316BFC" w14:textId="0E6359A3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3A1306F1" w:rsid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A36F80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9D63D5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AFB5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636784" w:rsidR="00A93C0F" w:rsidP="00A93C0F" w:rsidRDefault="00A93C0F" w14:paraId="464EB38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636784">
        <w:rPr>
          <w:rStyle w:val="normaltextrun"/>
          <w:rFonts w:ascii="Wingdings" w:hAnsi="Wingdings" w:eastAsia="Wingdings" w:cs="Wingdings"/>
        </w:rPr>
        <w:t>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A93C0F" w:rsidP="00A93C0F" w:rsidRDefault="00A93C0F" w14:paraId="5449E66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E6518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76FF725" w14:textId="44D753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93C0F" w:rsidR="009C54AE" w:rsidP="009C54AE" w:rsidRDefault="00C8263C" w14:paraId="6D6901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7073709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B34A2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85D1694" w14:textId="77777777">
        <w:tc>
          <w:tcPr>
            <w:tcW w:w="9670" w:type="dxa"/>
          </w:tcPr>
          <w:p w:rsidRPr="009C54AE" w:rsidR="0085747A" w:rsidP="009C54AE" w:rsidRDefault="00C8263C" w14:paraId="54310A1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263820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2356F4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6FAAFB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A34C1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4E8601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D1C81" w:rsidTr="004D1C81" w14:paraId="6F698442" w14:textId="77777777">
        <w:tc>
          <w:tcPr>
            <w:tcW w:w="851" w:type="dxa"/>
            <w:vAlign w:val="center"/>
          </w:tcPr>
          <w:p w:rsidRPr="009C54AE" w:rsidR="004D1C81" w:rsidP="009C54AE" w:rsidRDefault="004D1C81" w14:paraId="31BA55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C2E4C" w:rsidR="004D1C81" w:rsidP="00BB089E" w:rsidRDefault="004D1C81" w14:paraId="54787D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4D1C81" w:rsidTr="004D1C81" w14:paraId="10F56B7B" w14:textId="77777777">
        <w:tc>
          <w:tcPr>
            <w:tcW w:w="851" w:type="dxa"/>
            <w:vAlign w:val="center"/>
          </w:tcPr>
          <w:p w:rsidRPr="009C54AE" w:rsidR="004D1C81" w:rsidP="00BB089E" w:rsidRDefault="004D1C81" w14:paraId="3E03BF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C2E4C" w:rsidR="004D1C81" w:rsidP="00BB089E" w:rsidRDefault="004D1C81" w14:paraId="30D499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228FEB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9BF77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16514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C54AE" w:rsidR="0085747A" w:rsidTr="0071620A" w14:paraId="39AC1A0B" w14:textId="77777777">
        <w:tc>
          <w:tcPr>
            <w:tcW w:w="1701" w:type="dxa"/>
            <w:vAlign w:val="center"/>
          </w:tcPr>
          <w:p w:rsidRPr="009C54AE" w:rsidR="0085747A" w:rsidP="009C54AE" w:rsidRDefault="0085747A" w14:paraId="4DD6F2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A29FD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7DE63EB" w14:textId="3FCAF6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014D5E" w:rsidTr="005E6E85" w14:paraId="485CF69B" w14:textId="77777777">
        <w:tc>
          <w:tcPr>
            <w:tcW w:w="1701" w:type="dxa"/>
          </w:tcPr>
          <w:p w:rsidRPr="009C54AE" w:rsidR="00014D5E" w:rsidP="00BB089E" w:rsidRDefault="00014D5E" w14:paraId="1A6FF2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014D5E" w:rsidP="0085284D" w:rsidRDefault="00014D5E" w14:paraId="53B74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:rsidRPr="009C54AE" w:rsidR="00014D5E" w:rsidP="00E03885" w:rsidRDefault="00014D5E" w14:paraId="3A6824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014D5E" w:rsidTr="005E6E85" w14:paraId="654D2244" w14:textId="77777777">
        <w:tc>
          <w:tcPr>
            <w:tcW w:w="1701" w:type="dxa"/>
          </w:tcPr>
          <w:p w:rsidRPr="009C54AE" w:rsidR="00014D5E" w:rsidP="00BB089E" w:rsidRDefault="00014D5E" w14:paraId="316D6A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014D5E" w:rsidP="00BB089E" w:rsidRDefault="00014D5E" w14:paraId="4DA45A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014D5E" w:rsidP="00E03885" w:rsidRDefault="00014D5E" w14:paraId="352847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Pr="009C54AE" w:rsidR="00014D5E" w:rsidTr="005E6E85" w14:paraId="50146523" w14:textId="77777777">
        <w:tc>
          <w:tcPr>
            <w:tcW w:w="1701" w:type="dxa"/>
          </w:tcPr>
          <w:p w:rsidRPr="009C54AE" w:rsidR="00014D5E" w:rsidP="00BB089E" w:rsidRDefault="00014D5E" w14:paraId="5B2880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014D5E" w:rsidP="00BB089E" w:rsidRDefault="00014D5E" w14:paraId="3BCAAA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014D5E" w:rsidP="00E03885" w:rsidRDefault="00014D5E" w14:paraId="68F9BE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014D5E" w:rsidTr="004D25DA" w14:paraId="055F927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3978C0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68778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E03885" w:rsidRDefault="00014D5E" w14:paraId="4D95C2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9C54AE" w:rsidR="00014D5E" w:rsidTr="004D25DA" w14:paraId="4B83728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3E818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0994AF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E03885" w:rsidRDefault="00014D5E" w14:paraId="282FC4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:rsidRPr="009C54AE" w:rsidR="0085747A" w:rsidP="009C54AE" w:rsidRDefault="0085747A" w14:paraId="0CCCED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CC3D0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F23FC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293CC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263C" w14:paraId="61DA8083" w14:textId="77777777">
        <w:tc>
          <w:tcPr>
            <w:tcW w:w="9520" w:type="dxa"/>
          </w:tcPr>
          <w:p w:rsidRPr="009C54AE" w:rsidR="0085747A" w:rsidP="009C54AE" w:rsidRDefault="0085747A" w14:paraId="0B2692C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263C" w:rsidTr="00C8263C" w14:paraId="6F84E23F" w14:textId="77777777">
        <w:tc>
          <w:tcPr>
            <w:tcW w:w="9520" w:type="dxa"/>
          </w:tcPr>
          <w:p w:rsidRPr="009C54AE" w:rsidR="00C8263C" w:rsidP="00C8263C" w:rsidRDefault="00C8263C" w14:paraId="16810A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0F99FE31" w14:textId="77777777">
        <w:tc>
          <w:tcPr>
            <w:tcW w:w="9520" w:type="dxa"/>
          </w:tcPr>
          <w:p w:rsidRPr="009C54AE" w:rsidR="00C8263C" w:rsidP="00C8263C" w:rsidRDefault="00C8263C" w14:paraId="57E88D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5DF13CA5" w14:textId="77777777">
        <w:tc>
          <w:tcPr>
            <w:tcW w:w="9520" w:type="dxa"/>
          </w:tcPr>
          <w:p w:rsidRPr="009C54AE" w:rsidR="00C8263C" w:rsidP="00C8263C" w:rsidRDefault="00C8263C" w14:paraId="21B954A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C3A631D" w14:textId="77777777">
        <w:tc>
          <w:tcPr>
            <w:tcW w:w="9520" w:type="dxa"/>
          </w:tcPr>
          <w:p w:rsidRPr="009C54AE" w:rsidR="00C8263C" w:rsidP="00C8263C" w:rsidRDefault="00C8263C" w14:paraId="0AB065B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CD81A87" w14:textId="77777777">
        <w:tc>
          <w:tcPr>
            <w:tcW w:w="9520" w:type="dxa"/>
          </w:tcPr>
          <w:p w:rsidRPr="009C54AE" w:rsidR="00C8263C" w:rsidP="00C8263C" w:rsidRDefault="00C8263C" w14:paraId="56F916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027A26C6" w14:textId="77777777">
        <w:tc>
          <w:tcPr>
            <w:tcW w:w="9520" w:type="dxa"/>
          </w:tcPr>
          <w:p w:rsidRPr="009C54AE" w:rsidR="00C8263C" w:rsidP="00C8263C" w:rsidRDefault="00C8263C" w14:paraId="797E6F2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3DCFFD9C" w14:textId="77777777">
        <w:tc>
          <w:tcPr>
            <w:tcW w:w="9520" w:type="dxa"/>
          </w:tcPr>
          <w:p w:rsidRPr="009C54AE" w:rsidR="00C8263C" w:rsidP="00C8263C" w:rsidRDefault="00C8263C" w14:paraId="232E2F0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3246BB64" w14:textId="77777777">
        <w:tc>
          <w:tcPr>
            <w:tcW w:w="9520" w:type="dxa"/>
          </w:tcPr>
          <w:p w:rsidRPr="009C54AE" w:rsidR="00C8263C" w:rsidP="00C8263C" w:rsidRDefault="00C8263C" w14:paraId="6F412C2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4A752C59" w14:textId="77777777">
        <w:tc>
          <w:tcPr>
            <w:tcW w:w="9520" w:type="dxa"/>
          </w:tcPr>
          <w:p w:rsidRPr="009C54AE" w:rsidR="00C8263C" w:rsidP="00C8263C" w:rsidRDefault="00C8263C" w14:paraId="5E8FB7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20467BA" w14:textId="77777777">
        <w:tc>
          <w:tcPr>
            <w:tcW w:w="9520" w:type="dxa"/>
          </w:tcPr>
          <w:p w:rsidRPr="009C54AE" w:rsidR="00C8263C" w:rsidP="00C8263C" w:rsidRDefault="00C8263C" w14:paraId="0C332A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E0C192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12E753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61537" w14:paraId="68AFFB3C" w14:textId="77777777">
        <w:tc>
          <w:tcPr>
            <w:tcW w:w="9520" w:type="dxa"/>
          </w:tcPr>
          <w:p w:rsidRPr="009C54AE" w:rsidR="0085747A" w:rsidP="009C54AE" w:rsidRDefault="0085747A" w14:paraId="7E539C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61537" w:rsidTr="00261537" w14:paraId="15CF51FD" w14:textId="77777777">
        <w:tc>
          <w:tcPr>
            <w:tcW w:w="9520" w:type="dxa"/>
          </w:tcPr>
          <w:p w:rsidRPr="009C54AE" w:rsidR="00261537" w:rsidP="00261537" w:rsidRDefault="00261537" w14:paraId="424616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114DEF6" w14:textId="77777777">
        <w:tc>
          <w:tcPr>
            <w:tcW w:w="9520" w:type="dxa"/>
          </w:tcPr>
          <w:p w:rsidRPr="009C54AE" w:rsidR="00261537" w:rsidP="00261537" w:rsidRDefault="00261537" w14:paraId="4D8923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5DF02A7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38BA4B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4EF785C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61993E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4F177D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08D42E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6909C3E6" w14:textId="77777777">
        <w:tc>
          <w:tcPr>
            <w:tcW w:w="9520" w:type="dxa"/>
          </w:tcPr>
          <w:p w:rsidRPr="009C54AE" w:rsidR="00261537" w:rsidP="00261537" w:rsidRDefault="00261537" w14:paraId="53290D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FDBCF5C" w14:textId="77777777">
        <w:tc>
          <w:tcPr>
            <w:tcW w:w="9520" w:type="dxa"/>
          </w:tcPr>
          <w:p w:rsidRPr="009C54AE" w:rsidR="00261537" w:rsidP="00261537" w:rsidRDefault="00261537" w14:paraId="36AD42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3219F42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1EAEC7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9FD79F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28B7B0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C3C3F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E6AB9E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F6BC5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1537" w:rsidP="00261537" w:rsidRDefault="00261537" w14:paraId="7487FB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:rsidRPr="009C54AE" w:rsidR="004D25DA" w:rsidP="004D25DA" w:rsidRDefault="004D25DA" w14:paraId="1FC5B96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9C54AE" w:rsidR="0085747A" w:rsidP="009C54AE" w:rsidRDefault="0085747A" w14:paraId="7F6663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60169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F4A53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17F1A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20C2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193EE81" w14:textId="77777777">
        <w:tc>
          <w:tcPr>
            <w:tcW w:w="1985" w:type="dxa"/>
            <w:vAlign w:val="center"/>
          </w:tcPr>
          <w:p w:rsidRPr="009C54AE" w:rsidR="0085747A" w:rsidP="009C54AE" w:rsidRDefault="0071620A" w14:paraId="67D1BF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4B32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7A97E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C5CD0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FBAEF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51640" w:rsidTr="00C05F44" w14:paraId="1B53004A" w14:textId="77777777">
        <w:tc>
          <w:tcPr>
            <w:tcW w:w="1985" w:type="dxa"/>
          </w:tcPr>
          <w:p w:rsidRPr="009C54AE" w:rsidR="00451640" w:rsidP="00BB089E" w:rsidRDefault="00451640" w14:paraId="5331B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03885" w:rsidR="00451640" w:rsidP="00D7796A" w:rsidRDefault="00E03885" w14:paraId="347C88A3" w14:textId="27E97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:rsidRPr="00E03885" w:rsidR="00451640" w:rsidP="00E03885" w:rsidRDefault="00E03885" w14:paraId="28929B0D" w14:textId="3DF15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C05F44" w14:paraId="2C9284F3" w14:textId="77777777">
        <w:tc>
          <w:tcPr>
            <w:tcW w:w="1985" w:type="dxa"/>
          </w:tcPr>
          <w:p w:rsidRPr="009C54AE" w:rsidR="00451640" w:rsidP="00BB089E" w:rsidRDefault="00451640" w14:paraId="5A3EE4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03885" w:rsidR="00451640" w:rsidP="00D7796A" w:rsidRDefault="00E03885" w14:paraId="39BFF0BC" w14:textId="2736D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:rsidRPr="00E03885" w:rsidR="00451640" w:rsidP="00E03885" w:rsidRDefault="00E03885" w14:paraId="13833B9C" w14:textId="5D39B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1D89DB9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0C031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6DA48115" w14:textId="75E10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5AF90035" w14:textId="06AFFA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0FC2DA79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4CB98C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0560BAAB" w14:textId="65D7D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6AE5DFAD" w14:textId="60BE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3B898A5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414419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6C9B5F70" w14:textId="2FED9F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1FA9435A" w14:textId="7DB53A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68C2F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AFC89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54067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F9BEC0" w14:textId="77777777">
        <w:tc>
          <w:tcPr>
            <w:tcW w:w="9670" w:type="dxa"/>
          </w:tcPr>
          <w:p w:rsidR="00451640" w:rsidP="00451640" w:rsidRDefault="00451640" w14:paraId="42E1B3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:rsidR="00451640" w:rsidP="00451640" w:rsidRDefault="00451640" w14:paraId="67A722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483E5A" w:rsidP="009C54AE" w:rsidRDefault="00483E5A" w14:paraId="11E835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:rsidR="00923D7D" w:rsidP="009C54AE" w:rsidRDefault="008B73CC" w14:paraId="14604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483E5A" w:rsidP="009C54AE" w:rsidRDefault="008B73CC" w14:paraId="4BAD9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483E5A" w:rsidP="009C54AE" w:rsidRDefault="008B73CC" w14:paraId="5DE85E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8B73CC" w:rsidP="009C54AE" w:rsidRDefault="008B73CC" w14:paraId="3676DD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:rsidR="0085747A" w:rsidP="009C54AE" w:rsidRDefault="008B73CC" w14:paraId="0916D2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:rsidRPr="009C54AE" w:rsidR="00451640" w:rsidP="009C54AE" w:rsidRDefault="00451640" w14:paraId="4B8485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:rsidRPr="009C54AE" w:rsidR="0085747A" w:rsidP="009C54AE" w:rsidRDefault="0085747A" w14:paraId="491789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713B34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39D069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A1306F1" w14:paraId="6E16B55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B76D4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8CBD0D0" w14:textId="5714C1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A1306F1" w14:paraId="16391511" w14:textId="77777777">
        <w:tc>
          <w:tcPr>
            <w:tcW w:w="4962" w:type="dxa"/>
            <w:tcMar/>
          </w:tcPr>
          <w:p w:rsidRPr="009C54AE" w:rsidR="0085747A" w:rsidP="009C54AE" w:rsidRDefault="00C61DC5" w14:paraId="7836EA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F6BBD" w:rsidRDefault="00232B54" w14:paraId="6DE21B2A" w14:textId="03B4E9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9C54AE" w:rsidR="00C61DC5" w:rsidTr="3A1306F1" w14:paraId="7E6820BE" w14:textId="77777777">
        <w:tc>
          <w:tcPr>
            <w:tcW w:w="4962" w:type="dxa"/>
            <w:tcMar/>
          </w:tcPr>
          <w:p w:rsidRPr="009C54AE" w:rsidR="00C61DC5" w:rsidP="009C54AE" w:rsidRDefault="00C61DC5" w14:paraId="26E9FB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97289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7F6BBD" w:rsidRDefault="008B73CC" w14:paraId="3A08CB3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3A1306F1" w14:paraId="0AE0BB5C" w14:textId="77777777">
        <w:tc>
          <w:tcPr>
            <w:tcW w:w="4962" w:type="dxa"/>
            <w:tcMar/>
          </w:tcPr>
          <w:p w:rsidRPr="009C54AE" w:rsidR="00C61DC5" w:rsidP="00A93C0F" w:rsidRDefault="00C61DC5" w14:paraId="1D0B1F73" w14:textId="484EE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Pr="009C54AE" w:rsidR="00E567FF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007F6BBD" w:rsidRDefault="00232B54" w14:paraId="4EC2310E" w14:textId="4CFC49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 w:rsidR="00232B54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85747A" w:rsidTr="3A1306F1" w14:paraId="25AA06DD" w14:textId="77777777">
        <w:tc>
          <w:tcPr>
            <w:tcW w:w="4962" w:type="dxa"/>
            <w:tcMar/>
          </w:tcPr>
          <w:p w:rsidRPr="009C54AE" w:rsidR="0085747A" w:rsidP="009C54AE" w:rsidRDefault="0085747A" w14:paraId="6A8060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3A1306F1" w:rsidRDefault="00E567FF" w14:paraId="5A08FBA0" w14:textId="0177AEC2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3A1306F1" w:rsidR="3A1306F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3A1306F1" w14:paraId="15E58CF9" w14:textId="77777777">
        <w:tc>
          <w:tcPr>
            <w:tcW w:w="4962" w:type="dxa"/>
            <w:tcMar/>
          </w:tcPr>
          <w:p w:rsidRPr="009C54AE" w:rsidR="0085747A" w:rsidP="009C54AE" w:rsidRDefault="0085747A" w14:paraId="06D608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007F6BBD" w:rsidRDefault="00E567FF" w14:paraId="5C17BE1F" w14:textId="61C4FC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 w:rsidR="00E567F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225DDA8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0595AE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A600A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17BC4A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03885" w14:paraId="7A450B9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434B7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7F6BBD" w:rsidRDefault="008B73CC" w14:paraId="2566F8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03885" w14:paraId="6D3C724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5DB6A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7F6BBD" w:rsidRDefault="008B73CC" w14:paraId="0D8974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2F97AF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7EE45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AE719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E03885" w14:paraId="584CEAA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EDCAA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567FF" w:rsidP="00E567FF" w:rsidRDefault="00E567FF" w14:paraId="527DDF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B73CC" w:rsidP="00E567FF" w:rsidRDefault="00E73AAB" w14:paraId="41F80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Kornberger</w:t>
            </w:r>
            <w:proofErr w:type="spellEnd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-Sokołowska, Finanse jednostek samorządu terytorialnego, </w:t>
            </w:r>
            <w:proofErr w:type="spellStart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E73AAB" w:rsidP="00E567FF" w:rsidRDefault="00E73AAB" w14:paraId="634139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Gospodarka i finanse samorządu terytorialnego,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SGH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Pr="009C54AE" w:rsidR="0085747A" w:rsidTr="00E03885" w14:paraId="6892F3A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9D394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567FF" w:rsidP="00E567FF" w:rsidRDefault="00E567FF" w14:paraId="64FED3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567FF" w:rsidP="00E567FF" w:rsidRDefault="00E73AAB" w14:paraId="1EFA68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3727CD"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727CD" w:rsidR="00E567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B73CC" w:rsidR="008B73CC" w:rsidP="00E567FF" w:rsidRDefault="00E73AAB" w14:paraId="07948A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689AE1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8D4766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9CED82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D30" w:rsidP="00C16ABF" w:rsidRDefault="00387D30" w14:paraId="5AE37429" w14:textId="77777777">
      <w:pPr>
        <w:spacing w:after="0" w:line="240" w:lineRule="auto"/>
      </w:pPr>
      <w:r>
        <w:separator/>
      </w:r>
    </w:p>
  </w:endnote>
  <w:endnote w:type="continuationSeparator" w:id="0">
    <w:p w:rsidR="00387D30" w:rsidP="00C16ABF" w:rsidRDefault="00387D30" w14:paraId="1CBA61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D30" w:rsidP="00C16ABF" w:rsidRDefault="00387D30" w14:paraId="6FC871F2" w14:textId="77777777">
      <w:pPr>
        <w:spacing w:after="0" w:line="240" w:lineRule="auto"/>
      </w:pPr>
      <w:r>
        <w:separator/>
      </w:r>
    </w:p>
  </w:footnote>
  <w:footnote w:type="continuationSeparator" w:id="0">
    <w:p w:rsidR="00387D30" w:rsidP="00C16ABF" w:rsidRDefault="00387D30" w14:paraId="560E74F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0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87D30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852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3B7A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9A5561"/>
    <w:rsid w:val="3A13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93C0F"/>
  </w:style>
  <w:style w:type="character" w:styleId="spellingerror" w:customStyle="1">
    <w:name w:val="spellingerror"/>
    <w:basedOn w:val="Domylnaczcionkaakapitu"/>
    <w:rsid w:val="00A93C0F"/>
  </w:style>
  <w:style w:type="character" w:styleId="eop" w:customStyle="1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D14EF-9930-4EE5-892A-D3EBFBA67DE3}"/>
</file>

<file path=customXml/itemProps3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828141-4430-4E2C-A4CA-4B05EE360E7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Pawłowska-Mielech Jadwiga</cp:lastModifiedBy>
  <cp:revision>19</cp:revision>
  <cp:lastPrinted>2019-02-06T12:12:00Z</cp:lastPrinted>
  <dcterms:created xsi:type="dcterms:W3CDTF">2020-11-13T09:46:00Z</dcterms:created>
  <dcterms:modified xsi:type="dcterms:W3CDTF">2022-06-01T04:03:23Z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